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  <w:sz w:val="36"/>
        </w:rPr>
        <w:t>Unit</w:t>
      </w:r>
      <w:r w:rsidRPr="001672F7">
        <w:rPr>
          <w:rFonts w:ascii="Times New Roman" w:eastAsia="宋体" w:hAnsi="宋体"/>
          <w:b/>
          <w:color w:val="000000" w:themeColor="text1"/>
          <w:sz w:val="36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  <w:sz w:val="36"/>
        </w:rPr>
        <w:t>1</w:t>
      </w:r>
      <w:r w:rsidRPr="001672F7">
        <w:rPr>
          <w:rFonts w:ascii="Times New Roman" w:eastAsia="宋体" w:hAnsi="宋体"/>
          <w:color w:val="000000" w:themeColor="text1"/>
          <w:sz w:val="36"/>
        </w:rPr>
        <w:t xml:space="preserve">　</w:t>
      </w:r>
      <w:r w:rsidRPr="001672F7">
        <w:rPr>
          <w:rFonts w:ascii="Times New Roman" w:eastAsia="宋体" w:hAnsi="宋体"/>
          <w:b/>
          <w:color w:val="000000" w:themeColor="text1"/>
          <w:sz w:val="36"/>
        </w:rPr>
        <w:t>综合练习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第一部分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听力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共三节</w:t>
      </w:r>
      <w:r w:rsidRPr="001672F7">
        <w:rPr>
          <w:rFonts w:ascii="Times New Roman" w:eastAsia="宋体" w:hAnsi="宋体"/>
          <w:color w:val="000000" w:themeColor="text1"/>
          <w:sz w:val="26"/>
        </w:rPr>
        <w:t>,15</w:t>
      </w:r>
      <w:r w:rsidRPr="001672F7">
        <w:rPr>
          <w:rFonts w:ascii="Times New Roman" w:eastAsia="楷体" w:hAnsi="楷体"/>
          <w:color w:val="000000" w:themeColor="text1"/>
          <w:sz w:val="26"/>
        </w:rPr>
        <w:t>小题</w:t>
      </w:r>
      <w:r w:rsidRPr="001672F7">
        <w:rPr>
          <w:rFonts w:ascii="Times New Roman" w:eastAsia="宋体" w:hAnsi="宋体"/>
          <w:color w:val="000000" w:themeColor="text1"/>
          <w:sz w:val="26"/>
        </w:rPr>
        <w:t>;</w:t>
      </w:r>
      <w:r w:rsidRPr="001672F7">
        <w:rPr>
          <w:rFonts w:ascii="Times New Roman" w:eastAsia="楷体" w:hAnsi="楷体"/>
          <w:color w:val="000000" w:themeColor="text1"/>
          <w:sz w:val="26"/>
        </w:rPr>
        <w:t>每小题</w:t>
      </w:r>
      <w:r w:rsidRPr="001672F7">
        <w:rPr>
          <w:rFonts w:ascii="Times New Roman" w:eastAsia="宋体" w:hAnsi="宋体"/>
          <w:color w:val="000000" w:themeColor="text1"/>
          <w:sz w:val="26"/>
        </w:rPr>
        <w:t>2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,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30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第一节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选择相应的图片。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5D851A7" wp14:editId="36C16018">
            <wp:extent cx="4266360" cy="672840"/>
            <wp:effectExtent l="0" t="0" r="0" b="0"/>
            <wp:docPr id="51" name="TE8KRG02.eps" descr="id:21474847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636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3903CD4" wp14:editId="3F7A6F20">
            <wp:extent cx="4354920" cy="672840"/>
            <wp:effectExtent l="0" t="0" r="0" b="0"/>
            <wp:docPr id="52" name="TE8KRG03.eps" descr="id:21474848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492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705FDDC" wp14:editId="1BE8B598">
            <wp:extent cx="4266360" cy="672840"/>
            <wp:effectExtent l="0" t="0" r="0" b="0"/>
            <wp:docPr id="53" name="TE8KRG04.eps" descr="id:21474848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4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636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98B456F" wp14:editId="7EF39C85">
            <wp:extent cx="4469760" cy="735840"/>
            <wp:effectExtent l="0" t="0" r="0" b="0"/>
            <wp:docPr id="54" name="TE8KRG05.eps" descr="id:21474848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5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6976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2C89B6B" wp14:editId="44FF3083">
            <wp:extent cx="4444920" cy="774000"/>
            <wp:effectExtent l="0" t="0" r="0" b="0"/>
            <wp:docPr id="55" name="TE8KRG06.eps" descr="id:21474848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6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492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第二节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听句子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选择最佳应答。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 was great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rainy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m fine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I am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Yes,I was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Yes,I did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was fine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climbed the mountains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went to Shanghai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That sounds cool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Sure, you can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Have a wonderful trip!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My family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Not really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No,I don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第三节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根据对话内容及问题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选择最佳选项。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读两遍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/>
          <w:color w:val="000000" w:themeColor="text1"/>
        </w:rPr>
        <w:lastRenderedPageBreak/>
        <w:t>听第一段对话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11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12</w:t>
      </w:r>
      <w:r w:rsidRPr="001672F7">
        <w:rPr>
          <w:rFonts w:eastAsia="方正宋黑_GBK"/>
          <w:color w:val="000000" w:themeColor="text1"/>
        </w:rPr>
        <w:t>题。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Where did Tom go on vacation?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went to the farm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went to the summer camp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stayed at home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Who did Tom go with?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His parents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His uncle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His friends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/>
          <w:color w:val="000000" w:themeColor="text1"/>
        </w:rPr>
        <w:t>听第二段对话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13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14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15</w:t>
      </w:r>
      <w:r w:rsidRPr="001672F7">
        <w:rPr>
          <w:rFonts w:eastAsia="方正宋黑_GBK"/>
          <w:color w:val="000000" w:themeColor="text1"/>
        </w:rPr>
        <w:t>题。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time did Frank arrive home yesterday?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7:30 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8:30 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9:30 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did Frank go to Guizhou?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bus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train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plane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gift did Frank buy for Kate?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card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skirt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cup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第二部分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完形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15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从短文前的选项中选出能填入空白处的最佳选项。选项中有一个为多余选项。</w:t>
      </w:r>
    </w:p>
    <w:p w:rsidR="008319E6" w:rsidRPr="001672F7" w:rsidRDefault="008319E6" w:rsidP="00973FD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trip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C something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later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with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F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anything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We had a trip to the science museum with our teachers last Friday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 was great fun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All the eighth graders joined in the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16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There were seven big buses waiting for us in front of our school gate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First of all, our teachers told us a lot about safety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After that, we got on the buses one by one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Everyone felt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17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excited that we talked and laughed all the way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Two hours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18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, we arrived there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 was 10:00 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In the museum,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19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the help of the teachers and the guides, we learned a lot about science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 was very interesting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We also bought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20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special in the gift shop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5:00 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, we finished the trip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All of us went back home happily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a nice trip we had!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17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18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19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20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 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第三部分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阅读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10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阅读下面一个语篇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从每题所给的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宋体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宋体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宋体"/>
          <w:color w:val="000000" w:themeColor="text1"/>
        </w:rPr>
        <w:t>三个选项中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选出最佳选项。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lastRenderedPageBreak/>
        <w:t>Last month, Jeff and his family had a special vacation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Jeff, his brother Jack and his sister Sandy paid for the trip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Jeff made the money by washing cars for their neighbors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Jack made the money by working in a clothes store, and Sandy made the money by taking care of babies for their neighbors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were happy that they could do something for their parents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The family arrived at a hotel near a beach late on a Friday afternoon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After they brought their things to their rooms, they had their first vacation dinner at a seafood (</w:t>
      </w:r>
      <w:r w:rsidRPr="001672F7">
        <w:rPr>
          <w:rFonts w:ascii="Times New Roman" w:eastAsia="宋体" w:hAnsi="宋体"/>
          <w:color w:val="000000" w:themeColor="text1"/>
        </w:rPr>
        <w:t>海鲜</w:t>
      </w:r>
      <w:r w:rsidRPr="001672F7">
        <w:rPr>
          <w:rFonts w:ascii="Times New Roman" w:eastAsia="宋体" w:hAnsi="宋体"/>
          <w:color w:val="000000" w:themeColor="text1"/>
        </w:rPr>
        <w:t>) restaurant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Then they took a walk around the area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The next morning, the family went to the beach early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planned to play beach volleyball there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However, when they arrived there, they were surprised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There were lots of plastic bottles on the beach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Jeff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s father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proposed</w:t>
      </w:r>
      <w:r w:rsidRPr="001672F7">
        <w:rPr>
          <w:rFonts w:ascii="Times New Roman" w:eastAsia="宋体" w:hAnsi="宋体"/>
          <w:color w:val="000000" w:themeColor="text1"/>
        </w:rPr>
        <w:t xml:space="preserve"> that they should clean up the beach first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all agreed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About two hours later, they cleaned up almost all the plastic bottles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Then they went to play on the beach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lunchtime, the family found a sandwich stand (</w:t>
      </w:r>
      <w:r w:rsidRPr="001672F7">
        <w:rPr>
          <w:rFonts w:ascii="Times New Roman" w:eastAsia="宋体" w:hAnsi="宋体"/>
          <w:color w:val="000000" w:themeColor="text1"/>
        </w:rPr>
        <w:t>三明治售卖亭</w:t>
      </w:r>
      <w:r w:rsidRPr="001672F7">
        <w:rPr>
          <w:rFonts w:ascii="Times New Roman" w:eastAsia="宋体" w:hAnsi="宋体"/>
          <w:color w:val="000000" w:themeColor="text1"/>
        </w:rPr>
        <w:t>) and ate there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After lunch, they went swimming in the sea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went back to the hotel late and had some hamburgers and salad in the hotel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On Sunday morning, they explored the small beachside town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bought some gifts for their friends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For lunch, they had beef noodles at a popular restaurant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Then they went to play on the beach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went back home late in the afternoon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Everyone enjoyed the vacation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Jeff made the money for the vacation by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washing cars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working in a hotel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taking care of babies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What does the underlined word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proposed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 xml:space="preserve"> in paragraph 3 mean in Chinese?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警告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怀疑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提议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did Jeff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family do on Sunday morning?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swam in the sea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played beach volleyball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bought gifts for their friends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 passage is mainly about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special family vacation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an interesting family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clean beach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第四部分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语言运用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25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根据中文意思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补全英语译文。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宋体" w:hAnsi="宋体"/>
          <w:color w:val="000000" w:themeColor="text1"/>
        </w:rPr>
        <w:t>每空限填一词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缩写算一词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在节假日期间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家人和朋友们常常寻找特别的方式来分享快乐。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During the holiday season, families and friends often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special ways to share joy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她一听见有人叫自己的名字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就猛地转过身来。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She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quickly when she heard her name being called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社区决定在除夕夜聚餐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以迎接新的一年。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The community decided to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for a festive meal on New Year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Eve to welcome the coming year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城市广场上挤满了成千上万的兴奋的游客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他们来这里欣赏灯光秀。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The city square was filled with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excited visitors who came there to admire the light show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在这个假期里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我们可以通过分享温暖和善意来共同对抗寒冷的冬天。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Together, we can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the cold winter by sharing warmth and kindness during the holiday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第五部分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写作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旅行中值得我们关注的是途中的人和事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还有那些美好的景色和经历。假如你是李华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请用英语写一篇短文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谈谈你的一次旅行经历。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提示</w:t>
      </w:r>
      <w:r w:rsidRPr="001672F7">
        <w:rPr>
          <w:rFonts w:ascii="Times New Roman" w:eastAsia="宋体" w:hAnsi="宋体"/>
          <w:color w:val="000000" w:themeColor="text1"/>
        </w:rPr>
        <w:t>: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When and where did you go?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did you do there?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did you feel?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要求</w:t>
      </w:r>
      <w:r w:rsidRPr="001672F7">
        <w:rPr>
          <w:rFonts w:ascii="Times New Roman" w:eastAsia="宋体" w:hAnsi="宋体"/>
          <w:color w:val="000000" w:themeColor="text1"/>
        </w:rPr>
        <w:t>: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涵盖以上提示内容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语句通顺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内容完整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语法正确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可适当发挥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但内容要合情合理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不得出现真实的人名、校名及其他相关信息。</w:t>
      </w:r>
    </w:p>
    <w:p w:rsidR="00973FD8" w:rsidRPr="00513DA5" w:rsidRDefault="00973FD8" w:rsidP="00973F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73FD8" w:rsidRPr="00513DA5" w:rsidRDefault="00973FD8" w:rsidP="00973F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73FD8" w:rsidRPr="00513DA5" w:rsidRDefault="00973FD8" w:rsidP="00973F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73FD8" w:rsidRPr="00513DA5" w:rsidRDefault="00973FD8" w:rsidP="00973FD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8319E6" w:rsidRPr="001672F7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</w:p>
    <w:p w:rsidR="008319E6" w:rsidRPr="00C8411E" w:rsidRDefault="008319E6" w:rsidP="008319E6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8411E">
        <w:rPr>
          <w:rFonts w:asciiTheme="minorEastAsia" w:eastAsiaTheme="minorEastAsia" w:hAnsiTheme="minorEastAsia"/>
          <w:szCs w:val="24"/>
        </w:rPr>
        <w:t>参考答案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附</w:t>
      </w:r>
      <w:r w:rsidRPr="00E03514">
        <w:rPr>
          <w:rFonts w:ascii="Times New Roman" w:eastAsia="宋体" w:hAnsi="宋体"/>
          <w:color w:val="000000" w:themeColor="text1"/>
          <w:szCs w:val="24"/>
        </w:rPr>
        <w:t>:</w:t>
      </w:r>
      <w:r w:rsidRPr="00E03514">
        <w:rPr>
          <w:rFonts w:ascii="Arial" w:eastAsia="黑体" w:hAnsi="黑体"/>
          <w:color w:val="000000" w:themeColor="text1"/>
          <w:szCs w:val="24"/>
        </w:rPr>
        <w:t>听力原文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第一节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选择相应的图片。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W:Where did you go on vacation, Jack?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 went to Australia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W:My parents and I will go to China to have a holiday this Sunday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M:Have a good time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W:How did you go to Scotland for a holiday last autumn?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M:We went there by train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W:How long did you stay in the countryside with your parents?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M:For a month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W:How is your vacation, Jim?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M:Terrible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am doing my homework now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must stay at home because of the bad weather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第二节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听句子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选择最佳应答。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How was your vacation to Mount Huangshan?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Did you go with anyone?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Where did you go on vacation?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went to France with my parents last month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Who did you go to Yunnan with?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第三节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根据对话内容及问题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选择最佳选项。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读两遍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听第一段对话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11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12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Tina:Where did you go on vacation, Tom?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Tom:I went to the summer camp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Tina:Did you go with anyone?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Tom:Yes, I went with my friends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Everyone had a great time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听第二段对话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13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14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15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W:Hi, Frank, where did you go on vacation?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M:Hi, Kate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went to Guizhou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just arrived home at 8:30 last night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W:Wow, 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a good place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Did you go there by train?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M:No, I went there by bus with some of my friends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W:Nice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Did you have fun there?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M:Yeah, we visited many places and did some shopping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Look, here is a gift for you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W:Oh, 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a beautiful cup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Thank you!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答案</w:t>
      </w:r>
    </w:p>
    <w:p w:rsidR="008319E6" w:rsidRPr="00E03514" w:rsidRDefault="008319E6" w:rsidP="00973FD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BBACA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ACCAA</w:t>
      </w:r>
    </w:p>
    <w:p w:rsidR="008319E6" w:rsidRPr="00E03514" w:rsidRDefault="008319E6" w:rsidP="00973FD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BCBAC</w:t>
      </w:r>
    </w:p>
    <w:p w:rsidR="008319E6" w:rsidRPr="00E03514" w:rsidRDefault="008319E6" w:rsidP="00973FD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ABDEC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24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ACCA</w:t>
      </w:r>
    </w:p>
    <w:p w:rsidR="008319E6" w:rsidRPr="00E03514" w:rsidRDefault="008319E6" w:rsidP="00973FD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look for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turned around</w:t>
      </w:r>
    </w:p>
    <w:p w:rsidR="008319E6" w:rsidRPr="00E03514" w:rsidRDefault="008319E6" w:rsidP="00973FD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get together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thousands of</w:t>
      </w:r>
    </w:p>
    <w:p w:rsidR="008319E6" w:rsidRPr="00E03514" w:rsidRDefault="008319E6" w:rsidP="00973FD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fight against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写作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I went to Beihai Park with my classmates in May and had a great time there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We arrived there early in the morning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 air was cool and fresh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As we walked along the lake, we saw many people doing exercise and singing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We also took lots of pictures of the beautiful flowers in the gardens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Then we crossed the bridge and climbed up the hill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It was great to enjoy the views from the top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In the afternoon, we went on a boat tour on the lake and we sang happily together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8319E6" w:rsidRPr="00E03514" w:rsidRDefault="008319E6" w:rsidP="008319E6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It was a wonderful trip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We all felt relaxed and happy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647169" w:rsidRPr="008319E6" w:rsidRDefault="00647169" w:rsidP="008319E6">
      <w:pPr>
        <w:spacing w:line="360" w:lineRule="auto"/>
      </w:pPr>
      <w:bookmarkStart w:id="0" w:name="_GoBack"/>
      <w:bookmarkEnd w:id="0"/>
    </w:p>
    <w:sectPr w:rsidR="00647169" w:rsidRPr="008319E6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FD8" w:rsidRDefault="00973FD8" w:rsidP="00973FD8">
      <w:r>
        <w:separator/>
      </w:r>
    </w:p>
  </w:endnote>
  <w:endnote w:type="continuationSeparator" w:id="0">
    <w:p w:rsidR="00973FD8" w:rsidRDefault="00973FD8" w:rsidP="00973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FD8" w:rsidRDefault="00973FD8" w:rsidP="00973FD8">
      <w:r>
        <w:separator/>
      </w:r>
    </w:p>
  </w:footnote>
  <w:footnote w:type="continuationSeparator" w:id="0">
    <w:p w:rsidR="00973FD8" w:rsidRDefault="00973FD8" w:rsidP="00973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9E6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319E6"/>
    <w:rsid w:val="00851518"/>
    <w:rsid w:val="0097084F"/>
    <w:rsid w:val="00973FD8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535F265-7AE1-43DA-8E2A-671D9C6EB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9E6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973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73FD8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973FD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73FD8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6</Pages>
  <Words>1647</Words>
  <Characters>5398</Characters>
  <Application>Microsoft Office Word</Application>
  <DocSecurity>0</DocSecurity>
  <Lines>44</Lines>
  <Paragraphs>14</Paragraphs>
  <ScaleCrop>false</ScaleCrop>
  <Company>微软中国</Company>
  <LinksUpToDate>false</LinksUpToDate>
  <CharactersWithSpaces>7031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2025-09-15T06:44:00Z</dcterms:created>
  <dcterms:modified xsi:type="dcterms:W3CDTF">2025-09-15T06:51:00Z</dcterms:modified>
</cp:coreProperties>
</file>